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12E" w:rsidRPr="009D712E" w:rsidRDefault="009D712E" w:rsidP="009D712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D712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D712E" w:rsidRDefault="009D712E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AB4DB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64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1F53A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5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F76B0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76B0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46D9A" w:rsidRPr="00431DE8" w:rsidRDefault="00C46D9A" w:rsidP="00431DE8">
      <w:pPr>
        <w:widowControl w:val="0"/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Cs w:val="28"/>
          <w:lang w:eastAsia="en-US"/>
        </w:rPr>
      </w:pPr>
      <w:r w:rsidRPr="00431DE8">
        <w:rPr>
          <w:rFonts w:ascii="Tahoma" w:eastAsiaTheme="minorHAnsi" w:hAnsi="Tahoma" w:cs="Tahoma"/>
          <w:b/>
          <w:bCs/>
          <w:szCs w:val="28"/>
          <w:lang w:eastAsia="en-US"/>
        </w:rPr>
        <w:t>Dodatek č. 1 Smlouvy</w:t>
      </w:r>
      <w:r w:rsidR="00B743FC">
        <w:rPr>
          <w:rFonts w:ascii="Tahoma" w:eastAsiaTheme="minorHAnsi" w:hAnsi="Tahoma" w:cs="Tahoma"/>
          <w:b/>
          <w:bCs/>
          <w:szCs w:val="28"/>
          <w:lang w:eastAsia="en-US"/>
        </w:rPr>
        <w:t xml:space="preserve"> o</w:t>
      </w:r>
      <w:r w:rsidRPr="00431DE8">
        <w:rPr>
          <w:rFonts w:ascii="Tahoma" w:eastAsiaTheme="minorHAnsi" w:hAnsi="Tahoma" w:cs="Tahoma"/>
          <w:b/>
          <w:bCs/>
          <w:szCs w:val="28"/>
          <w:lang w:eastAsia="en-US"/>
        </w:rPr>
        <w:t xml:space="preserve"> </w:t>
      </w:r>
      <w:r w:rsidR="00D35E22" w:rsidRPr="00431DE8">
        <w:rPr>
          <w:rFonts w:ascii="Tahoma" w:eastAsiaTheme="minorHAnsi" w:hAnsi="Tahoma" w:cs="Tahoma"/>
          <w:b/>
          <w:bCs/>
          <w:szCs w:val="28"/>
          <w:lang w:eastAsia="en-US"/>
        </w:rPr>
        <w:t>dílo SML 2021-00401 ,,Modernizace a rozšíření varovného a informačního systému města Strakonice“</w:t>
      </w:r>
    </w:p>
    <w:p w:rsidR="001F3506" w:rsidRPr="00431DE8" w:rsidRDefault="001F3506" w:rsidP="00431DE8">
      <w:pPr>
        <w:widowControl w:val="0"/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Cs w:val="28"/>
          <w:lang w:eastAsia="en-US"/>
        </w:rPr>
      </w:pPr>
    </w:p>
    <w:p w:rsidR="00D35E22" w:rsidRPr="00D35E22" w:rsidRDefault="00D35E22" w:rsidP="00D35E22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D35E22">
        <w:rPr>
          <w:rFonts w:ascii="Tahoma" w:hAnsi="Tahoma" w:cs="Tahoma"/>
          <w:sz w:val="20"/>
          <w:szCs w:val="20"/>
        </w:rPr>
        <w:t>30. března 2022</w:t>
      </w:r>
    </w:p>
    <w:p w:rsidR="00660E89" w:rsidRDefault="00660E8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C46D9A" w:rsidRPr="005E0400" w:rsidRDefault="00C46D9A" w:rsidP="00C46D9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46D9A" w:rsidRDefault="00C46D9A" w:rsidP="00C46D9A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C46D9A" w:rsidRPr="005E0400" w:rsidRDefault="00C46D9A" w:rsidP="00C46D9A">
      <w:pPr>
        <w:rPr>
          <w:rFonts w:ascii="Tahoma" w:hAnsi="Tahoma" w:cs="Tahoma"/>
          <w:sz w:val="20"/>
          <w:szCs w:val="20"/>
        </w:rPr>
      </w:pPr>
    </w:p>
    <w:p w:rsidR="00C46D9A" w:rsidRPr="005E0400" w:rsidRDefault="00C46D9A" w:rsidP="00C46D9A">
      <w:pPr>
        <w:pStyle w:val="Nadpis3"/>
      </w:pPr>
      <w:r w:rsidRPr="005E0400">
        <w:t xml:space="preserve">I. </w:t>
      </w:r>
      <w:r>
        <w:t>S</w:t>
      </w:r>
      <w:r w:rsidR="007B209E">
        <w:t>chvaluje</w:t>
      </w:r>
    </w:p>
    <w:p w:rsidR="00C46D9A" w:rsidRDefault="00C46D9A" w:rsidP="00C46D9A">
      <w:pPr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>Dodat</w:t>
      </w:r>
      <w:r w:rsidR="007B209E">
        <w:rPr>
          <w:rFonts w:ascii="Tahoma" w:hAnsi="Tahoma" w:cs="Tahoma"/>
          <w:sz w:val="20"/>
          <w:szCs w:val="20"/>
        </w:rPr>
        <w:t>e</w:t>
      </w:r>
      <w:r w:rsidRPr="00C46D9A">
        <w:rPr>
          <w:rFonts w:ascii="Tahoma" w:hAnsi="Tahoma" w:cs="Tahoma"/>
          <w:sz w:val="20"/>
          <w:szCs w:val="20"/>
        </w:rPr>
        <w:t xml:space="preserve">k č. </w:t>
      </w:r>
      <w:r w:rsidR="007B209E">
        <w:rPr>
          <w:rFonts w:ascii="Tahoma" w:hAnsi="Tahoma" w:cs="Tahoma"/>
          <w:sz w:val="20"/>
          <w:szCs w:val="20"/>
        </w:rPr>
        <w:t>1</w:t>
      </w:r>
      <w:r w:rsidRPr="00C46D9A">
        <w:rPr>
          <w:rFonts w:ascii="Tahoma" w:hAnsi="Tahoma" w:cs="Tahoma"/>
          <w:sz w:val="20"/>
          <w:szCs w:val="20"/>
        </w:rPr>
        <w:t xml:space="preserve"> ke Smlouvě o dílo č. </w:t>
      </w:r>
      <w:proofErr w:type="spellStart"/>
      <w:r w:rsidRPr="00C46D9A">
        <w:rPr>
          <w:rFonts w:ascii="Tahoma" w:hAnsi="Tahoma" w:cs="Tahoma"/>
          <w:sz w:val="20"/>
          <w:szCs w:val="20"/>
        </w:rPr>
        <w:t>Sml</w:t>
      </w:r>
      <w:proofErr w:type="spellEnd"/>
      <w:r w:rsidRPr="00C46D9A">
        <w:rPr>
          <w:rFonts w:ascii="Tahoma" w:hAnsi="Tahoma" w:cs="Tahoma"/>
          <w:sz w:val="20"/>
          <w:szCs w:val="20"/>
        </w:rPr>
        <w:t xml:space="preserve"> 20</w:t>
      </w:r>
      <w:r w:rsidR="007B209E">
        <w:rPr>
          <w:rFonts w:ascii="Tahoma" w:hAnsi="Tahoma" w:cs="Tahoma"/>
          <w:sz w:val="20"/>
          <w:szCs w:val="20"/>
        </w:rPr>
        <w:t>21-00401</w:t>
      </w:r>
      <w:r w:rsidRPr="00C46D9A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C46D9A">
        <w:rPr>
          <w:rFonts w:ascii="Tahoma" w:hAnsi="Tahoma" w:cs="Tahoma"/>
          <w:sz w:val="20"/>
          <w:szCs w:val="20"/>
        </w:rPr>
        <w:t>na</w:t>
      </w:r>
      <w:r w:rsidR="00431DE8">
        <w:rPr>
          <w:rFonts w:ascii="Tahoma" w:hAnsi="Tahoma" w:cs="Tahoma"/>
          <w:sz w:val="20"/>
          <w:szCs w:val="20"/>
        </w:rPr>
        <w:t xml:space="preserve"> </w:t>
      </w:r>
      <w:r w:rsidR="007B209E">
        <w:rPr>
          <w:rFonts w:ascii="Tahoma" w:hAnsi="Tahoma" w:cs="Tahoma"/>
          <w:sz w:val="20"/>
          <w:szCs w:val="20"/>
        </w:rPr>
        <w:t>,,Modernizaci</w:t>
      </w:r>
      <w:proofErr w:type="gramEnd"/>
      <w:r w:rsidR="007B209E">
        <w:rPr>
          <w:rFonts w:ascii="Tahoma" w:hAnsi="Tahoma" w:cs="Tahoma"/>
          <w:sz w:val="20"/>
          <w:szCs w:val="20"/>
        </w:rPr>
        <w:t xml:space="preserve"> a rozšíření varovného a informačního systému města Strakonice“</w:t>
      </w:r>
      <w:r>
        <w:rPr>
          <w:rFonts w:ascii="Tahoma" w:hAnsi="Tahoma" w:cs="Tahoma"/>
          <w:sz w:val="20"/>
          <w:szCs w:val="20"/>
        </w:rPr>
        <w:t>.</w:t>
      </w:r>
    </w:p>
    <w:p w:rsidR="00C46D9A" w:rsidRDefault="00C46D9A" w:rsidP="00C46D9A">
      <w:pPr>
        <w:rPr>
          <w:rFonts w:ascii="Tahoma" w:hAnsi="Tahoma" w:cs="Tahoma"/>
          <w:sz w:val="20"/>
          <w:szCs w:val="20"/>
        </w:rPr>
      </w:pPr>
    </w:p>
    <w:p w:rsidR="00C46D9A" w:rsidRPr="005E0400" w:rsidRDefault="00C46D9A" w:rsidP="00C46D9A">
      <w:pPr>
        <w:pStyle w:val="Nadpis3"/>
      </w:pPr>
      <w:r w:rsidRPr="005E0400">
        <w:t>I</w:t>
      </w:r>
      <w:r>
        <w:t>I</w:t>
      </w:r>
      <w:r w:rsidRPr="005E0400">
        <w:t xml:space="preserve">. </w:t>
      </w:r>
      <w:r>
        <w:t>Pověřuje</w:t>
      </w:r>
    </w:p>
    <w:p w:rsidR="00C46D9A" w:rsidRDefault="00C46D9A" w:rsidP="00C46D9A">
      <w:pPr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>starostu města podpisem předmětného dodatku.</w:t>
      </w:r>
    </w:p>
    <w:p w:rsidR="00431DE8" w:rsidRDefault="00431DE8" w:rsidP="00C46D9A">
      <w:pPr>
        <w:rPr>
          <w:rFonts w:ascii="Tahoma" w:hAnsi="Tahoma" w:cs="Tahoma"/>
          <w:sz w:val="20"/>
          <w:szCs w:val="20"/>
        </w:rPr>
      </w:pPr>
    </w:p>
    <w:p w:rsidR="00431DE8" w:rsidRDefault="00431DE8" w:rsidP="00431DE8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431DE8" w:rsidRPr="00724C62" w:rsidRDefault="00431DE8" w:rsidP="00431DE8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724C62">
        <w:rPr>
          <w:rFonts w:ascii="Tahoma" w:hAnsi="Tahoma" w:cs="Tahoma"/>
          <w:b/>
          <w:bCs/>
          <w:sz w:val="20"/>
          <w:szCs w:val="20"/>
        </w:rPr>
        <w:t>Zpracoval:</w:t>
      </w:r>
    </w:p>
    <w:p w:rsidR="00431DE8" w:rsidRPr="00724C62" w:rsidRDefault="00431DE8" w:rsidP="00431DE8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724C62">
        <w:rPr>
          <w:rFonts w:ascii="Tahoma" w:hAnsi="Tahoma" w:cs="Tahoma"/>
          <w:sz w:val="20"/>
          <w:szCs w:val="20"/>
        </w:rPr>
        <w:t xml:space="preserve">Ing. </w:t>
      </w:r>
      <w:r>
        <w:rPr>
          <w:rFonts w:ascii="Tahoma" w:hAnsi="Tahoma" w:cs="Tahoma"/>
          <w:sz w:val="20"/>
          <w:szCs w:val="20"/>
        </w:rPr>
        <w:t>Peter Kurek – pracovník krizového řízení</w:t>
      </w:r>
    </w:p>
    <w:p w:rsidR="00431DE8" w:rsidRPr="00724C62" w:rsidRDefault="00431DE8" w:rsidP="00431DE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431DE8" w:rsidRPr="00724C62" w:rsidRDefault="00431DE8" w:rsidP="00431DE8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724C62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31DE8" w:rsidRPr="00724C62" w:rsidRDefault="00431DE8" w:rsidP="00431DE8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724C62">
        <w:rPr>
          <w:rFonts w:ascii="Tahoma" w:hAnsi="Tahoma" w:cs="Tahoma"/>
          <w:sz w:val="20"/>
          <w:szCs w:val="20"/>
        </w:rPr>
        <w:t>Ing. Jaroslav Brůžek</w:t>
      </w:r>
    </w:p>
    <w:p w:rsidR="00431DE8" w:rsidRPr="00724C62" w:rsidRDefault="00431DE8" w:rsidP="00431DE8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724C62">
        <w:rPr>
          <w:rFonts w:ascii="Tahoma" w:hAnsi="Tahoma" w:cs="Tahoma"/>
          <w:sz w:val="20"/>
          <w:szCs w:val="20"/>
        </w:rPr>
        <w:t>vedoucí odboru životního prostředí</w:t>
      </w:r>
    </w:p>
    <w:p w:rsidR="00431DE8" w:rsidRDefault="00431DE8" w:rsidP="00C46D9A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431D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8A1D25"/>
    <w:multiLevelType w:val="hybridMultilevel"/>
    <w:tmpl w:val="76B0D85E"/>
    <w:lvl w:ilvl="0" w:tplc="A4920778">
      <w:start w:val="1"/>
      <w:numFmt w:val="lowerLetter"/>
      <w:lvlText w:val="%1 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04"/>
    <w:rsid w:val="00032F49"/>
    <w:rsid w:val="00050DA4"/>
    <w:rsid w:val="000530EC"/>
    <w:rsid w:val="00053C5A"/>
    <w:rsid w:val="00061B60"/>
    <w:rsid w:val="0007433B"/>
    <w:rsid w:val="00077160"/>
    <w:rsid w:val="00077D3A"/>
    <w:rsid w:val="000862B1"/>
    <w:rsid w:val="000919E8"/>
    <w:rsid w:val="000D04E9"/>
    <w:rsid w:val="00103142"/>
    <w:rsid w:val="001139DD"/>
    <w:rsid w:val="00132EDD"/>
    <w:rsid w:val="00144203"/>
    <w:rsid w:val="0017301D"/>
    <w:rsid w:val="00173509"/>
    <w:rsid w:val="0018625B"/>
    <w:rsid w:val="001A1D7A"/>
    <w:rsid w:val="001C15F9"/>
    <w:rsid w:val="001C6B43"/>
    <w:rsid w:val="001F3506"/>
    <w:rsid w:val="001F53A2"/>
    <w:rsid w:val="002141E7"/>
    <w:rsid w:val="00231796"/>
    <w:rsid w:val="00240EDA"/>
    <w:rsid w:val="00265DAB"/>
    <w:rsid w:val="0029472A"/>
    <w:rsid w:val="00317B9A"/>
    <w:rsid w:val="0035309E"/>
    <w:rsid w:val="00355224"/>
    <w:rsid w:val="00372F2D"/>
    <w:rsid w:val="003C78C2"/>
    <w:rsid w:val="003D7520"/>
    <w:rsid w:val="003E10FC"/>
    <w:rsid w:val="003F2FAC"/>
    <w:rsid w:val="004248C1"/>
    <w:rsid w:val="00426FB6"/>
    <w:rsid w:val="00431DE8"/>
    <w:rsid w:val="0044704E"/>
    <w:rsid w:val="00455FD4"/>
    <w:rsid w:val="00463B41"/>
    <w:rsid w:val="004C14C8"/>
    <w:rsid w:val="004C7E88"/>
    <w:rsid w:val="004E0BD3"/>
    <w:rsid w:val="004E20C9"/>
    <w:rsid w:val="005078BB"/>
    <w:rsid w:val="00524A54"/>
    <w:rsid w:val="005445BC"/>
    <w:rsid w:val="0055252F"/>
    <w:rsid w:val="00554408"/>
    <w:rsid w:val="00583C29"/>
    <w:rsid w:val="00586AF8"/>
    <w:rsid w:val="005A352B"/>
    <w:rsid w:val="005B73DA"/>
    <w:rsid w:val="005C517F"/>
    <w:rsid w:val="005D3FA8"/>
    <w:rsid w:val="005E0400"/>
    <w:rsid w:val="005F10FE"/>
    <w:rsid w:val="0060063D"/>
    <w:rsid w:val="00615FF9"/>
    <w:rsid w:val="00617128"/>
    <w:rsid w:val="0062133C"/>
    <w:rsid w:val="00634744"/>
    <w:rsid w:val="00635E99"/>
    <w:rsid w:val="00641E7A"/>
    <w:rsid w:val="00660E89"/>
    <w:rsid w:val="00694F34"/>
    <w:rsid w:val="006A489B"/>
    <w:rsid w:val="006C0862"/>
    <w:rsid w:val="006D0DEB"/>
    <w:rsid w:val="006E7518"/>
    <w:rsid w:val="006F573C"/>
    <w:rsid w:val="00723260"/>
    <w:rsid w:val="00727EED"/>
    <w:rsid w:val="0074024C"/>
    <w:rsid w:val="00741295"/>
    <w:rsid w:val="00754A0D"/>
    <w:rsid w:val="00776503"/>
    <w:rsid w:val="007A2904"/>
    <w:rsid w:val="007A4371"/>
    <w:rsid w:val="007B209E"/>
    <w:rsid w:val="007D32CB"/>
    <w:rsid w:val="007D55D5"/>
    <w:rsid w:val="00830619"/>
    <w:rsid w:val="008533EB"/>
    <w:rsid w:val="008867CB"/>
    <w:rsid w:val="008A1356"/>
    <w:rsid w:val="008C03E2"/>
    <w:rsid w:val="008D7C51"/>
    <w:rsid w:val="008E6A45"/>
    <w:rsid w:val="009010A4"/>
    <w:rsid w:val="0092351A"/>
    <w:rsid w:val="0093061E"/>
    <w:rsid w:val="009456F9"/>
    <w:rsid w:val="009B3FED"/>
    <w:rsid w:val="009B47DB"/>
    <w:rsid w:val="009D03FD"/>
    <w:rsid w:val="009D712E"/>
    <w:rsid w:val="009E26DB"/>
    <w:rsid w:val="00A432F0"/>
    <w:rsid w:val="00A54E79"/>
    <w:rsid w:val="00A60444"/>
    <w:rsid w:val="00A708C5"/>
    <w:rsid w:val="00A954AD"/>
    <w:rsid w:val="00AA7E7E"/>
    <w:rsid w:val="00AB4DB6"/>
    <w:rsid w:val="00AC01CC"/>
    <w:rsid w:val="00AC5ED4"/>
    <w:rsid w:val="00AD12D0"/>
    <w:rsid w:val="00AF4662"/>
    <w:rsid w:val="00B02C64"/>
    <w:rsid w:val="00B21534"/>
    <w:rsid w:val="00B37AD8"/>
    <w:rsid w:val="00B743FC"/>
    <w:rsid w:val="00B8362D"/>
    <w:rsid w:val="00B937F9"/>
    <w:rsid w:val="00B9387F"/>
    <w:rsid w:val="00BD0F0F"/>
    <w:rsid w:val="00BD2255"/>
    <w:rsid w:val="00BF7E67"/>
    <w:rsid w:val="00C14926"/>
    <w:rsid w:val="00C158CA"/>
    <w:rsid w:val="00C2672B"/>
    <w:rsid w:val="00C4590B"/>
    <w:rsid w:val="00C46D9A"/>
    <w:rsid w:val="00C66AD8"/>
    <w:rsid w:val="00C76816"/>
    <w:rsid w:val="00C9481E"/>
    <w:rsid w:val="00CC401F"/>
    <w:rsid w:val="00D35E22"/>
    <w:rsid w:val="00D42EA9"/>
    <w:rsid w:val="00D4421A"/>
    <w:rsid w:val="00D73546"/>
    <w:rsid w:val="00D861E8"/>
    <w:rsid w:val="00D95B4D"/>
    <w:rsid w:val="00D95D29"/>
    <w:rsid w:val="00DB4F9D"/>
    <w:rsid w:val="00DB75C9"/>
    <w:rsid w:val="00DD1F6D"/>
    <w:rsid w:val="00DD2772"/>
    <w:rsid w:val="00DF2685"/>
    <w:rsid w:val="00DF3FDC"/>
    <w:rsid w:val="00DF5A9D"/>
    <w:rsid w:val="00DF76B0"/>
    <w:rsid w:val="00E067E9"/>
    <w:rsid w:val="00E14249"/>
    <w:rsid w:val="00E30530"/>
    <w:rsid w:val="00E41193"/>
    <w:rsid w:val="00E64084"/>
    <w:rsid w:val="00E8430E"/>
    <w:rsid w:val="00EB459B"/>
    <w:rsid w:val="00EE354B"/>
    <w:rsid w:val="00F10D67"/>
    <w:rsid w:val="00F5027F"/>
    <w:rsid w:val="00F55858"/>
    <w:rsid w:val="00F65D4A"/>
    <w:rsid w:val="00F765C5"/>
    <w:rsid w:val="00F86B17"/>
    <w:rsid w:val="00FB3FD2"/>
    <w:rsid w:val="00FD7F7C"/>
    <w:rsid w:val="00FE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EDB8F"/>
  <w15:chartTrackingRefBased/>
  <w15:docId w15:val="{97141685-8379-4BCE-A3B4-5BD42C66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54AD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4371"/>
    <w:pPr>
      <w:keepNext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7A4371"/>
    <w:rPr>
      <w:rFonts w:ascii="Tahoma" w:hAnsi="Tahoma" w:cs="Tahoma"/>
      <w:b/>
      <w:bCs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8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8BB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6213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7</TotalTime>
  <Pages>1</Pages>
  <Words>107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6</cp:revision>
  <cp:lastPrinted>2022-03-23T12:21:00Z</cp:lastPrinted>
  <dcterms:created xsi:type="dcterms:W3CDTF">2022-03-23T12:32:00Z</dcterms:created>
  <dcterms:modified xsi:type="dcterms:W3CDTF">2022-03-24T09:13:00Z</dcterms:modified>
</cp:coreProperties>
</file>